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7F6DFB" w14:textId="77777777" w:rsidR="00DE5138" w:rsidRPr="00065364" w:rsidRDefault="00DE5138" w:rsidP="00DE5138">
      <w:pPr>
        <w:spacing w:after="200" w:line="276" w:lineRule="auto"/>
        <w:jc w:val="both"/>
        <w:rPr>
          <w:rFonts w:asciiTheme="minorHAnsi" w:eastAsiaTheme="minorHAnsi" w:hAnsiTheme="minorHAnsi" w:cstheme="minorBidi"/>
          <w:sz w:val="22"/>
          <w:szCs w:val="22"/>
        </w:rPr>
      </w:pPr>
    </w:p>
    <w:p w14:paraId="19AAF07B" w14:textId="77777777" w:rsidR="00DE5138" w:rsidRPr="00065364" w:rsidRDefault="00DE5138" w:rsidP="00DE5138">
      <w:pPr>
        <w:spacing w:line="276" w:lineRule="auto"/>
        <w:jc w:val="both"/>
        <w:rPr>
          <w:rFonts w:eastAsiaTheme="minorHAnsi"/>
          <w:sz w:val="22"/>
          <w:szCs w:val="22"/>
        </w:rPr>
      </w:pPr>
    </w:p>
    <w:p w14:paraId="4DD85E4C" w14:textId="3D25DE0A" w:rsidR="00DE5138" w:rsidRPr="00861CE1" w:rsidRDefault="00814436" w:rsidP="00DE5138">
      <w:pPr>
        <w:spacing w:line="276" w:lineRule="auto"/>
        <w:jc w:val="both"/>
        <w:rPr>
          <w:rFonts w:eastAsiaTheme="minorHAnsi"/>
        </w:rPr>
      </w:pPr>
      <w:r>
        <w:rPr>
          <w:rFonts w:eastAsiaTheme="minorHAnsi"/>
        </w:rPr>
        <w:t>Riigikogu fraktsioonid</w:t>
      </w:r>
    </w:p>
    <w:p w14:paraId="00A66B9F" w14:textId="5CFD2C05" w:rsidR="00DE5138" w:rsidRPr="00861CE1" w:rsidRDefault="00DE5138" w:rsidP="00DE5138">
      <w:pPr>
        <w:spacing w:line="276" w:lineRule="auto"/>
        <w:ind w:left="6372"/>
        <w:jc w:val="both"/>
        <w:rPr>
          <w:rFonts w:eastAsiaTheme="minorHAnsi"/>
        </w:rPr>
      </w:pPr>
      <w:r>
        <w:rPr>
          <w:rFonts w:eastAsiaTheme="minorHAnsi"/>
        </w:rPr>
        <w:t>2</w:t>
      </w:r>
      <w:r w:rsidR="00814436">
        <w:rPr>
          <w:rFonts w:eastAsiaTheme="minorHAnsi"/>
        </w:rPr>
        <w:t>2</w:t>
      </w:r>
      <w:r w:rsidRPr="00861CE1">
        <w:rPr>
          <w:rFonts w:eastAsiaTheme="minorHAnsi"/>
        </w:rPr>
        <w:t>.0</w:t>
      </w:r>
      <w:r>
        <w:rPr>
          <w:rFonts w:eastAsiaTheme="minorHAnsi"/>
        </w:rPr>
        <w:t>3</w:t>
      </w:r>
      <w:r w:rsidRPr="00861CE1">
        <w:rPr>
          <w:rFonts w:eastAsiaTheme="minorHAnsi"/>
        </w:rPr>
        <w:t>.2024 nr 1-7/</w:t>
      </w:r>
      <w:r w:rsidR="00A77531">
        <w:rPr>
          <w:rFonts w:eastAsiaTheme="minorHAnsi"/>
        </w:rPr>
        <w:t>107</w:t>
      </w:r>
    </w:p>
    <w:p w14:paraId="0B7B565B" w14:textId="77777777" w:rsidR="00DE5138" w:rsidRPr="00861CE1" w:rsidRDefault="00DE5138" w:rsidP="00DE5138">
      <w:pPr>
        <w:spacing w:line="276" w:lineRule="auto"/>
        <w:jc w:val="both"/>
        <w:rPr>
          <w:rFonts w:eastAsiaTheme="minorHAnsi"/>
        </w:rPr>
      </w:pPr>
      <w:r w:rsidRPr="00861CE1">
        <w:rPr>
          <w:rFonts w:eastAsiaTheme="minorHAnsi"/>
        </w:rPr>
        <w:tab/>
      </w:r>
    </w:p>
    <w:p w14:paraId="15AC9F41" w14:textId="77777777" w:rsidR="00DE5138" w:rsidRPr="00861CE1" w:rsidRDefault="00DE5138" w:rsidP="00DE5138">
      <w:pPr>
        <w:spacing w:line="276" w:lineRule="auto"/>
        <w:jc w:val="both"/>
        <w:rPr>
          <w:rFonts w:eastAsiaTheme="minorHAnsi"/>
          <w:b/>
          <w:bCs/>
        </w:rPr>
      </w:pPr>
    </w:p>
    <w:p w14:paraId="4F185100" w14:textId="30D5D096" w:rsidR="000D0BA3" w:rsidRDefault="00DE5138" w:rsidP="00DE5138">
      <w:pPr>
        <w:spacing w:line="276" w:lineRule="auto"/>
        <w:jc w:val="both"/>
        <w:rPr>
          <w:rFonts w:eastAsiaTheme="minorHAnsi"/>
        </w:rPr>
      </w:pPr>
      <w:r w:rsidRPr="000D0BA3">
        <w:rPr>
          <w:rFonts w:eastAsiaTheme="minorHAnsi"/>
        </w:rPr>
        <w:t>Pöördumine</w:t>
      </w:r>
      <w:r w:rsidR="000D0BA3">
        <w:rPr>
          <w:rFonts w:eastAsiaTheme="minorHAnsi"/>
          <w:b/>
          <w:bCs/>
        </w:rPr>
        <w:t xml:space="preserve"> </w:t>
      </w:r>
      <w:r w:rsidR="000D0BA3" w:rsidRPr="000D0BA3">
        <w:rPr>
          <w:rFonts w:eastAsiaTheme="minorHAnsi"/>
        </w:rPr>
        <w:t>teemal</w:t>
      </w:r>
      <w:r w:rsidRPr="000D0BA3">
        <w:rPr>
          <w:rFonts w:eastAsiaTheme="minorHAnsi"/>
        </w:rPr>
        <w:t xml:space="preserve"> </w:t>
      </w:r>
      <w:r>
        <w:rPr>
          <w:rFonts w:eastAsiaTheme="minorHAnsi"/>
        </w:rPr>
        <w:t xml:space="preserve">kohalikele omavalitsustele </w:t>
      </w:r>
    </w:p>
    <w:p w14:paraId="520F8D81" w14:textId="77777777" w:rsidR="000D0BA3" w:rsidRDefault="00DE5138" w:rsidP="00DE5138">
      <w:pPr>
        <w:spacing w:line="276" w:lineRule="auto"/>
        <w:jc w:val="both"/>
        <w:rPr>
          <w:rFonts w:eastAsiaTheme="minorHAnsi"/>
        </w:rPr>
      </w:pPr>
      <w:r>
        <w:rPr>
          <w:rFonts w:eastAsiaTheme="minorHAnsi"/>
        </w:rPr>
        <w:t xml:space="preserve">pandud kohustused ja nende kulude </w:t>
      </w:r>
    </w:p>
    <w:p w14:paraId="1A663674" w14:textId="72E83A40" w:rsidR="00DE5138" w:rsidRPr="00861CE1" w:rsidRDefault="00DE5138" w:rsidP="00DE5138">
      <w:pPr>
        <w:spacing w:line="276" w:lineRule="auto"/>
        <w:jc w:val="both"/>
        <w:rPr>
          <w:rFonts w:eastAsiaTheme="minorHAnsi"/>
          <w:b/>
          <w:bCs/>
        </w:rPr>
      </w:pPr>
      <w:r>
        <w:rPr>
          <w:rFonts w:eastAsiaTheme="minorHAnsi"/>
        </w:rPr>
        <w:t>katmine riigieelarvest</w:t>
      </w:r>
    </w:p>
    <w:p w14:paraId="5E43B3F4" w14:textId="77777777" w:rsidR="00DE5138" w:rsidRDefault="00DE5138" w:rsidP="00DE5138">
      <w:pPr>
        <w:spacing w:line="276" w:lineRule="auto"/>
        <w:jc w:val="both"/>
        <w:rPr>
          <w:rFonts w:eastAsiaTheme="minorHAnsi"/>
        </w:rPr>
      </w:pPr>
    </w:p>
    <w:p w14:paraId="5934B37A" w14:textId="77777777" w:rsidR="000D0BA3" w:rsidRPr="00B0225B" w:rsidRDefault="000D0BA3" w:rsidP="00DE5138">
      <w:pPr>
        <w:spacing w:line="276" w:lineRule="auto"/>
        <w:jc w:val="both"/>
        <w:rPr>
          <w:rFonts w:eastAsiaTheme="minorHAnsi"/>
        </w:rPr>
      </w:pPr>
    </w:p>
    <w:p w14:paraId="665B757C" w14:textId="484E390B" w:rsidR="00DE5138" w:rsidRPr="00B0225B" w:rsidRDefault="00DE5138" w:rsidP="00DE5138">
      <w:pPr>
        <w:spacing w:line="276" w:lineRule="auto"/>
        <w:jc w:val="both"/>
      </w:pPr>
      <w:r w:rsidRPr="00B0225B">
        <w:rPr>
          <w:rFonts w:eastAsiaTheme="minorHAnsi"/>
        </w:rPr>
        <w:t xml:space="preserve">Eesti Linnade ja Valdade Liit saatis Haridus- ja Teadusministeeriumile 06.02.2024 pöördumise ja 14.03.2024 korduskirja teabenõude näol õpetaja palga alammäära osas. Soovisime muuhulgas vastust küsimusele, </w:t>
      </w:r>
      <w:bookmarkStart w:id="0" w:name="_Hlk161314547"/>
      <w:r w:rsidRPr="00B0225B">
        <w:t xml:space="preserve">kas seoses </w:t>
      </w:r>
      <w:r>
        <w:t xml:space="preserve">üldhariduskoolide </w:t>
      </w:r>
      <w:r w:rsidRPr="00B0225B">
        <w:t>õpetajate palga alammäära tõusuga 1803 eurolt 1820 euro</w:t>
      </w:r>
      <w:r>
        <w:t>le</w:t>
      </w:r>
      <w:r w:rsidRPr="00B0225B">
        <w:t xml:space="preserve"> arvestab valitsus lasteaiaõpetajate töötasu kasvuks omavalitsustele samuti täiendavad lisavahendid, sest omavalitsused on 2024. aasta eelarved kinnitanud ja valitsuse poolt tehtud otsused tähendavad kohalikele omavalitsustele täiendavaid rahalisi lisakohustusi.</w:t>
      </w:r>
    </w:p>
    <w:p w14:paraId="5DB71679" w14:textId="77777777" w:rsidR="00DE5138" w:rsidRPr="00B0225B" w:rsidRDefault="00DE5138" w:rsidP="00DE5138">
      <w:pPr>
        <w:spacing w:line="276" w:lineRule="auto"/>
        <w:jc w:val="both"/>
      </w:pPr>
    </w:p>
    <w:p w14:paraId="53E60688" w14:textId="42AC8013" w:rsidR="00DE5138" w:rsidRDefault="00DE5138" w:rsidP="00DE5138">
      <w:pPr>
        <w:pStyle w:val="Default"/>
        <w:spacing w:line="276" w:lineRule="auto"/>
        <w:jc w:val="both"/>
        <w:rPr>
          <w:color w:val="auto"/>
        </w:rPr>
      </w:pPr>
      <w:r w:rsidRPr="00B0225B">
        <w:t xml:space="preserve">Haridus- ja Teadusministeeriumi </w:t>
      </w:r>
      <w:r w:rsidR="006F6B8B">
        <w:t>19</w:t>
      </w:r>
      <w:r w:rsidRPr="00B0225B">
        <w:t>.03.2024 vastuskirjast</w:t>
      </w:r>
      <w:r w:rsidR="00FF45FE">
        <w:t xml:space="preserve"> (lisatud)</w:t>
      </w:r>
      <w:r w:rsidRPr="00B0225B">
        <w:t xml:space="preserve"> saime aga lugeda,</w:t>
      </w:r>
      <w:r w:rsidRPr="00B0225B">
        <w:rPr>
          <w:color w:val="auto"/>
        </w:rPr>
        <w:t xml:space="preserve"> et kohaliku omavalitsuse üksustele on </w:t>
      </w:r>
      <w:r>
        <w:rPr>
          <w:color w:val="auto"/>
        </w:rPr>
        <w:t>juba</w:t>
      </w:r>
      <w:r w:rsidR="00AC23B2">
        <w:rPr>
          <w:color w:val="auto"/>
        </w:rPr>
        <w:t xml:space="preserve"> </w:t>
      </w:r>
      <w:r>
        <w:rPr>
          <w:color w:val="auto"/>
        </w:rPr>
        <w:t xml:space="preserve">2024. aasta riigieelarve vastuvõtmisega </w:t>
      </w:r>
      <w:r w:rsidRPr="00B0225B">
        <w:rPr>
          <w:color w:val="auto"/>
        </w:rPr>
        <w:t>eraldatud miljon eurot lisatoetust koolieelsete lasteasutuste õpetajate palgatoetu</w:t>
      </w:r>
      <w:r>
        <w:rPr>
          <w:color w:val="auto"/>
        </w:rPr>
        <w:t xml:space="preserve">seks. </w:t>
      </w:r>
      <w:r w:rsidRPr="00B0225B">
        <w:rPr>
          <w:color w:val="auto"/>
        </w:rPr>
        <w:t>See tõus on 6,7% toetusest, samal ajal, kui õpetaja palga alammäär kasvab koos muudatustega kokku 4,1%.</w:t>
      </w:r>
      <w:bookmarkEnd w:id="0"/>
      <w:r w:rsidRPr="00B0225B">
        <w:rPr>
          <w:color w:val="auto"/>
        </w:rPr>
        <w:t xml:space="preserve"> </w:t>
      </w:r>
    </w:p>
    <w:p w14:paraId="14C79B76" w14:textId="33AEA776" w:rsidR="00DE5138" w:rsidRPr="00B0225B" w:rsidRDefault="00DE5138" w:rsidP="00DE5138">
      <w:pPr>
        <w:pStyle w:val="Normaallaadveeb"/>
        <w:spacing w:before="120" w:beforeAutospacing="0" w:after="0" w:afterAutospacing="0" w:line="276" w:lineRule="auto"/>
        <w:jc w:val="both"/>
        <w:rPr>
          <w:rFonts w:ascii="Times New Roman" w:hAnsi="Times New Roman" w:cs="Times New Roman"/>
          <w:color w:val="202020"/>
        </w:rPr>
      </w:pPr>
      <w:r w:rsidRPr="00B0225B">
        <w:rPr>
          <w:rFonts w:ascii="Times New Roman" w:hAnsi="Times New Roman" w:cs="Times New Roman"/>
          <w:color w:val="202020"/>
        </w:rPr>
        <w:t xml:space="preserve">Me ei saa nõustuda Haridus- ja Teadusministeeriumi vastusega, </w:t>
      </w:r>
      <w:r w:rsidRPr="00BB4162">
        <w:rPr>
          <w:rFonts w:ascii="Times New Roman" w:hAnsi="Times New Roman" w:cs="Times New Roman"/>
          <w:color w:val="202020"/>
        </w:rPr>
        <w:t xml:space="preserve">et </w:t>
      </w:r>
      <w:r w:rsidR="00BB4162" w:rsidRPr="00BB4162">
        <w:rPr>
          <w:rFonts w:ascii="Times New Roman" w:hAnsi="Times New Roman" w:cs="Times New Roman"/>
          <w:color w:val="202020"/>
        </w:rPr>
        <w:t>omavalitsuste</w:t>
      </w:r>
      <w:r w:rsidRPr="00BB4162">
        <w:rPr>
          <w:rFonts w:ascii="Times New Roman" w:hAnsi="Times New Roman" w:cs="Times New Roman"/>
          <w:color w:val="FF0000"/>
        </w:rPr>
        <w:t xml:space="preserve"> </w:t>
      </w:r>
      <w:r w:rsidRPr="00BB4162">
        <w:rPr>
          <w:rFonts w:ascii="Times New Roman" w:hAnsi="Times New Roman" w:cs="Times New Roman"/>
          <w:color w:val="202020"/>
        </w:rPr>
        <w:t>eel</w:t>
      </w:r>
      <w:r w:rsidRPr="00BB4162">
        <w:rPr>
          <w:rFonts w:ascii="Times New Roman" w:hAnsi="Times New Roman" w:cs="Times New Roman"/>
        </w:rPr>
        <w:t>arve</w:t>
      </w:r>
      <w:r w:rsidR="00665ED7" w:rsidRPr="00BB4162">
        <w:rPr>
          <w:rFonts w:ascii="Times New Roman" w:hAnsi="Times New Roman" w:cs="Times New Roman"/>
        </w:rPr>
        <w:t>te</w:t>
      </w:r>
      <w:r w:rsidRPr="00BB4162">
        <w:rPr>
          <w:rFonts w:ascii="Times New Roman" w:hAnsi="Times New Roman" w:cs="Times New Roman"/>
          <w:color w:val="202020"/>
        </w:rPr>
        <w:t>s on arvestatud</w:t>
      </w:r>
      <w:r w:rsidRPr="00B0225B">
        <w:rPr>
          <w:rFonts w:ascii="Times New Roman" w:hAnsi="Times New Roman" w:cs="Times New Roman"/>
          <w:color w:val="202020"/>
        </w:rPr>
        <w:t xml:space="preserve"> lasteaiaõpetajate palgatoetuseks</w:t>
      </w:r>
      <w:r>
        <w:rPr>
          <w:rFonts w:ascii="Times New Roman" w:hAnsi="Times New Roman" w:cs="Times New Roman"/>
          <w:color w:val="202020"/>
        </w:rPr>
        <w:t xml:space="preserve"> </w:t>
      </w:r>
      <w:r w:rsidRPr="00B0225B">
        <w:rPr>
          <w:rFonts w:ascii="Times New Roman" w:hAnsi="Times New Roman" w:cs="Times New Roman"/>
          <w:color w:val="202020"/>
        </w:rPr>
        <w:t>juba 1 mln eurot, sest see kavandati eelarvesse lähtudes alammäära kasvust 1749 eurolt 1803 eurole</w:t>
      </w:r>
      <w:r>
        <w:rPr>
          <w:rFonts w:ascii="Times New Roman" w:hAnsi="Times New Roman" w:cs="Times New Roman"/>
          <w:color w:val="202020"/>
        </w:rPr>
        <w:t xml:space="preserve">, mis on </w:t>
      </w:r>
      <w:r w:rsidRPr="00B0225B">
        <w:rPr>
          <w:rFonts w:ascii="Times New Roman" w:hAnsi="Times New Roman" w:cs="Times New Roman"/>
          <w:color w:val="202020"/>
        </w:rPr>
        <w:t>3,1 protsenti.</w:t>
      </w:r>
    </w:p>
    <w:p w14:paraId="48A3BF0E" w14:textId="77777777" w:rsidR="00DE5138" w:rsidRPr="00B0225B" w:rsidRDefault="00DE5138" w:rsidP="00DE5138">
      <w:pPr>
        <w:pStyle w:val="Default"/>
        <w:spacing w:line="276" w:lineRule="auto"/>
        <w:jc w:val="both"/>
      </w:pPr>
    </w:p>
    <w:p w14:paraId="4CE556F9" w14:textId="5AAA3355" w:rsidR="00DE5138" w:rsidRDefault="00DE5138" w:rsidP="00DE5138">
      <w:pPr>
        <w:pStyle w:val="Default"/>
        <w:spacing w:line="276" w:lineRule="auto"/>
        <w:jc w:val="both"/>
      </w:pPr>
      <w:r>
        <w:rPr>
          <w:color w:val="auto"/>
        </w:rPr>
        <w:t>K</w:t>
      </w:r>
      <w:r w:rsidRPr="00B0225B">
        <w:t xml:space="preserve">ohalikud omavalitsused ei ole rahul olukorraga, kus neil tuleb tagasiulatuvalt 1. jaanuarist tagada </w:t>
      </w:r>
      <w:r>
        <w:t>nii üldhariduskoolide kui ka lasteaiaõpetajatele</w:t>
      </w:r>
      <w:r w:rsidRPr="00B0225B">
        <w:t xml:space="preserve"> töötasu alammäär nii</w:t>
      </w:r>
      <w:r>
        <w:t xml:space="preserve"> </w:t>
      </w:r>
      <w:r w:rsidRPr="00B0225B">
        <w:t xml:space="preserve">1803 eurot (alammäär kehtestatud valitsuse otsusega 21.12.2023 ) </w:t>
      </w:r>
      <w:r w:rsidR="00A06BB4">
        <w:t>ja</w:t>
      </w:r>
      <w:r w:rsidRPr="00B0225B">
        <w:t xml:space="preserve"> ka täiendav alammäära kasv 1820 eurot, mille aluseks olev määrus ei ole isegi veel valitsuses kinnitatud. Kohalike omavalitsuste eelarvetesse ei ole </w:t>
      </w:r>
      <w:r>
        <w:t>senini jõudnud</w:t>
      </w:r>
      <w:r w:rsidRPr="00B0225B">
        <w:t xml:space="preserve"> ca 9,3 miljonit eurot</w:t>
      </w:r>
      <w:r>
        <w:t xml:space="preserve"> üldhariduskoolide õpetajate tööjõukulude katmiseks. Kuna </w:t>
      </w:r>
      <w:r w:rsidR="00714306">
        <w:t>R</w:t>
      </w:r>
      <w:r>
        <w:t>iigikogu hakkab riigieelarve muudatusi alles arutama, siis on oht, et kõikidel omavalitsustel ei pruugi olla võimekust kuni riigieelarve vastuvõtmiseni ja omavalitsustele neile pandud kohustuste täitmiseks raha eraldamiseni õpetajatele töötasu kõrgemas alammääras välja maksta.</w:t>
      </w:r>
    </w:p>
    <w:p w14:paraId="154674F6" w14:textId="77777777" w:rsidR="00DE5138" w:rsidRDefault="00DE5138" w:rsidP="00DE5138">
      <w:pPr>
        <w:pStyle w:val="Default"/>
        <w:spacing w:line="276" w:lineRule="auto"/>
        <w:jc w:val="both"/>
      </w:pPr>
    </w:p>
    <w:p w14:paraId="4B01C76D" w14:textId="647B94C5" w:rsidR="00DE5138" w:rsidRDefault="00DE5138" w:rsidP="00DE5138">
      <w:pPr>
        <w:spacing w:line="276" w:lineRule="auto"/>
        <w:jc w:val="both"/>
      </w:pPr>
      <w:r>
        <w:t>Oleme korduvalt juhtinud Haridus- ja Teadusministeeriumi tähelepanu asjaolule, et ü</w:t>
      </w:r>
      <w:r w:rsidRPr="00B0225B">
        <w:t xml:space="preserve">ldhariduskoolide õpetajate palgakasvuga kaasneb palgakasvu ootus ka teistel kohalike omavalitsuste hariduse ja muude valdkondade töötajatel. Eeskätt lasteaiaõpetajatel, kelle töötasu on seotud kooliõpetajate töötasudega, millest otseselt sõltub riigilt kohalikele </w:t>
      </w:r>
      <w:r w:rsidRPr="00B0225B">
        <w:lastRenderedPageBreak/>
        <w:t>omavalitsustele makstav lasteaiaõpetajate palgatoetus</w:t>
      </w:r>
      <w:r w:rsidR="009932E0">
        <w:t>,</w:t>
      </w:r>
      <w:r>
        <w:t xml:space="preserve"> aga ka tugispetsialistidele, kellele tuleb maksta põhikooli-</w:t>
      </w:r>
      <w:r w:rsidR="00163599">
        <w:t xml:space="preserve"> </w:t>
      </w:r>
      <w:r>
        <w:t xml:space="preserve">ja gümnaasiumseadusest tulenevalt vähemalt üldhariduskooli õpetaja töötasu alammäära, kui soovitakse riigieelarvelist tegevuskulutoetust kasutada. Samuti on paljud omavalitsused sidunud huvihariduse õpetajate palgatoetuse üldhariduskooli õpetaja töötasu alammääraga enne seda, kui otsustati õpetaja töötasu alammäära kasvatada 1820 eurole. </w:t>
      </w:r>
    </w:p>
    <w:p w14:paraId="1E4C7412" w14:textId="77777777" w:rsidR="00DE5138" w:rsidRDefault="00DE5138" w:rsidP="00DE5138">
      <w:pPr>
        <w:spacing w:line="276" w:lineRule="auto"/>
        <w:jc w:val="both"/>
      </w:pPr>
    </w:p>
    <w:p w14:paraId="760D9759" w14:textId="723E3DBB" w:rsidR="00DE5138" w:rsidRPr="00B0225B" w:rsidRDefault="00DE5138" w:rsidP="00DE5138">
      <w:pPr>
        <w:spacing w:line="276" w:lineRule="auto"/>
        <w:jc w:val="both"/>
      </w:pPr>
      <w:r w:rsidRPr="00B0225B">
        <w:t>Kuna üldhariduskooli õpetaja töötasu alammäära soovitakse suurendada p</w:t>
      </w:r>
      <w:r w:rsidR="00F0601C">
        <w:t>eale</w:t>
      </w:r>
      <w:r w:rsidRPr="00B0225B">
        <w:t xml:space="preserve"> seda</w:t>
      </w:r>
      <w:r w:rsidR="00A26E37">
        <w:t>,</w:t>
      </w:r>
      <w:r>
        <w:t xml:space="preserve"> </w:t>
      </w:r>
      <w:r w:rsidRPr="00B0225B">
        <w:t>kui eelarve on vastu võetud ja õpetajate töötasu alammäär on õiguslikult seotud nii lasteaiaõpetajate kui ka tugispetsialistide töötasude alammääradega, siis on tekitatud omavalitsustele täiendavaid kulusid 2024.</w:t>
      </w:r>
      <w:r>
        <w:t xml:space="preserve"> </w:t>
      </w:r>
      <w:r w:rsidRPr="00B0225B">
        <w:t xml:space="preserve">aastaks. </w:t>
      </w:r>
      <w:r w:rsidRPr="00B0225B">
        <w:rPr>
          <w:rFonts w:eastAsiaTheme="minorHAnsi"/>
        </w:rPr>
        <w:t>Kohaliku omavalitsuse üksuse finantsjuhtimise seaduse § 25 kohaselt, kui pärast kohaliku omavalitsuse üksuse eelarveaasta algust kehtestab Riigikogu või Vabariigi Valitsus õigusakte, mille alusel jooksval eelarveaastal kohaliku omavalitsuse üksuse eelarve sissetulekud vähenevad või väljaminekud suurenevad, hüvitab riik õigusakti mõjud samas ulatuses või vähendab proportsionaalselt kohaliku omavalitsuse üksusele pandud kohustusi. Kohalikele omavalitsustele on vajalik täiendavate rahaliste vahendite eraldamine katmaks kulusid, mida toob endaga kaasa õpetajate palga alammäära tõus.</w:t>
      </w:r>
      <w:r>
        <w:rPr>
          <w:rFonts w:eastAsiaTheme="minorHAnsi"/>
        </w:rPr>
        <w:t xml:space="preserve"> Eesti Linnade ja </w:t>
      </w:r>
      <w:r w:rsidR="009C24B1">
        <w:rPr>
          <w:rFonts w:eastAsiaTheme="minorHAnsi"/>
        </w:rPr>
        <w:t>V</w:t>
      </w:r>
      <w:r>
        <w:rPr>
          <w:rFonts w:eastAsiaTheme="minorHAnsi"/>
        </w:rPr>
        <w:t>aldade Liidu</w:t>
      </w:r>
      <w:r w:rsidR="00C175F0">
        <w:rPr>
          <w:rFonts w:eastAsiaTheme="minorHAnsi"/>
        </w:rPr>
        <w:t xml:space="preserve"> poolt </w:t>
      </w:r>
      <w:r>
        <w:rPr>
          <w:rFonts w:eastAsiaTheme="minorHAnsi"/>
        </w:rPr>
        <w:t xml:space="preserve">koondatud arvestuste alusel on lasteaiaõpetajate ja tugispetsialistide lisakulu katmiseks vajalik vähemalt 2,2 miljonit eurot. </w:t>
      </w:r>
    </w:p>
    <w:p w14:paraId="3F4C7E8E" w14:textId="5524210B" w:rsidR="00DE5138" w:rsidRDefault="00DE5138" w:rsidP="00DE5138">
      <w:pPr>
        <w:pStyle w:val="Normaallaadveeb"/>
        <w:spacing w:before="120" w:beforeAutospacing="0" w:after="0" w:afterAutospacing="0" w:line="276" w:lineRule="auto"/>
        <w:jc w:val="both"/>
        <w:rPr>
          <w:rFonts w:ascii="Times New Roman" w:hAnsi="Times New Roman" w:cs="Times New Roman"/>
          <w:color w:val="202020"/>
        </w:rPr>
      </w:pPr>
      <w:r w:rsidRPr="00B0225B">
        <w:rPr>
          <w:rFonts w:ascii="Times New Roman" w:hAnsi="Times New Roman" w:cs="Times New Roman"/>
          <w:color w:val="202020"/>
        </w:rPr>
        <w:t xml:space="preserve">Palume tagada kohalikele omavalitsustele üldhariduskoolide õpetajate töötasu lubatud mahus </w:t>
      </w:r>
      <w:r>
        <w:rPr>
          <w:rFonts w:ascii="Times New Roman" w:hAnsi="Times New Roman" w:cs="Times New Roman"/>
          <w:color w:val="202020"/>
        </w:rPr>
        <w:t xml:space="preserve">kiiremas korras </w:t>
      </w:r>
      <w:r w:rsidRPr="00B0225B">
        <w:rPr>
          <w:rFonts w:ascii="Times New Roman" w:hAnsi="Times New Roman" w:cs="Times New Roman"/>
          <w:color w:val="202020"/>
        </w:rPr>
        <w:t xml:space="preserve">ning </w:t>
      </w:r>
      <w:r>
        <w:rPr>
          <w:rFonts w:ascii="Times New Roman" w:hAnsi="Times New Roman" w:cs="Times New Roman"/>
          <w:color w:val="202020"/>
        </w:rPr>
        <w:t xml:space="preserve">lisaeelarves </w:t>
      </w:r>
      <w:r w:rsidRPr="00B0225B">
        <w:rPr>
          <w:rFonts w:ascii="Times New Roman" w:hAnsi="Times New Roman" w:cs="Times New Roman"/>
          <w:color w:val="202020"/>
        </w:rPr>
        <w:t>kavandada omavalitsustele täiendava</w:t>
      </w:r>
      <w:r>
        <w:rPr>
          <w:rFonts w:ascii="Times New Roman" w:hAnsi="Times New Roman" w:cs="Times New Roman"/>
          <w:color w:val="202020"/>
        </w:rPr>
        <w:t>t toetust la</w:t>
      </w:r>
      <w:r w:rsidRPr="00B0225B">
        <w:rPr>
          <w:rFonts w:ascii="Times New Roman" w:hAnsi="Times New Roman" w:cs="Times New Roman"/>
          <w:color w:val="202020"/>
        </w:rPr>
        <w:t>steaiaõpetajate ja tugispetsialistide töötasu alammäära tagamiseks</w:t>
      </w:r>
      <w:r w:rsidR="004E3D82">
        <w:rPr>
          <w:rFonts w:ascii="Times New Roman" w:hAnsi="Times New Roman" w:cs="Times New Roman"/>
          <w:color w:val="202020"/>
        </w:rPr>
        <w:t xml:space="preserve">. </w:t>
      </w:r>
    </w:p>
    <w:p w14:paraId="08A88065" w14:textId="54CE572B" w:rsidR="00DD192E" w:rsidRPr="00B0225B" w:rsidRDefault="00DD192E" w:rsidP="00DE5138">
      <w:pPr>
        <w:pStyle w:val="Normaallaadveeb"/>
        <w:spacing w:before="120" w:beforeAutospacing="0" w:after="0" w:afterAutospacing="0" w:line="276" w:lineRule="auto"/>
        <w:jc w:val="both"/>
        <w:rPr>
          <w:rFonts w:ascii="Times New Roman" w:hAnsi="Times New Roman" w:cs="Times New Roman"/>
          <w:color w:val="202020"/>
        </w:rPr>
      </w:pPr>
      <w:r>
        <w:rPr>
          <w:rFonts w:ascii="Times New Roman" w:hAnsi="Times New Roman"/>
        </w:rPr>
        <w:t xml:space="preserve">Ühtlasi juhime </w:t>
      </w:r>
      <w:r w:rsidRPr="00435540">
        <w:rPr>
          <w:rFonts w:ascii="Times New Roman" w:hAnsi="Times New Roman"/>
        </w:rPr>
        <w:t>tähelepanu, et RE ja RES läbirääkimistel on viimasel viiel aastal omavalitsuste ettepanek olnud, et 2017. aastal Vabariigi Valitsuse poolt algatatud mee</w:t>
      </w:r>
      <w:r w:rsidR="002E3BED">
        <w:rPr>
          <w:rFonts w:ascii="Times New Roman" w:hAnsi="Times New Roman"/>
        </w:rPr>
        <w:t>tme raames</w:t>
      </w:r>
      <w:r w:rsidRPr="00435540">
        <w:rPr>
          <w:rFonts w:ascii="Times New Roman" w:hAnsi="Times New Roman"/>
        </w:rPr>
        <w:t xml:space="preserve"> </w:t>
      </w:r>
      <w:r w:rsidR="002E3BED" w:rsidRPr="00435540">
        <w:rPr>
          <w:rFonts w:ascii="Times New Roman" w:hAnsi="Times New Roman"/>
        </w:rPr>
        <w:t>on</w:t>
      </w:r>
      <w:r w:rsidR="002E3BED" w:rsidRPr="00435540">
        <w:rPr>
          <w:rFonts w:ascii="Times New Roman" w:hAnsi="Times New Roman"/>
        </w:rPr>
        <w:t xml:space="preserve"> </w:t>
      </w:r>
      <w:r w:rsidRPr="00435540">
        <w:rPr>
          <w:rFonts w:ascii="Times New Roman" w:hAnsi="Times New Roman"/>
        </w:rPr>
        <w:t>lasteaiaõpetajate tööjõukulude kasvatamiseks ja ühtlustamiseks vajalik tõsta kohalike omavalitsuste tulubaasi omavalitsustega kokku lepitud ja õiglastel alustel.</w:t>
      </w:r>
    </w:p>
    <w:p w14:paraId="749FD1C5" w14:textId="77777777" w:rsidR="00DE5138" w:rsidRDefault="00DE5138" w:rsidP="00DE5138">
      <w:pPr>
        <w:spacing w:line="276" w:lineRule="auto"/>
        <w:jc w:val="both"/>
        <w:rPr>
          <w:rFonts w:eastAsiaTheme="minorHAnsi"/>
        </w:rPr>
      </w:pPr>
    </w:p>
    <w:p w14:paraId="323F6EA6" w14:textId="77777777" w:rsidR="00DE5138" w:rsidRPr="00861CE1" w:rsidRDefault="00DE5138" w:rsidP="00DE5138">
      <w:pPr>
        <w:spacing w:line="276" w:lineRule="auto"/>
        <w:jc w:val="both"/>
        <w:rPr>
          <w:rFonts w:eastAsiaTheme="minorHAnsi"/>
        </w:rPr>
      </w:pPr>
      <w:r w:rsidRPr="00861CE1">
        <w:rPr>
          <w:rFonts w:eastAsiaTheme="minorHAnsi"/>
        </w:rPr>
        <w:t>Lugupidamisega</w:t>
      </w:r>
    </w:p>
    <w:p w14:paraId="4684A85A" w14:textId="77777777" w:rsidR="00DE5138" w:rsidRPr="00861CE1" w:rsidRDefault="00DE5138" w:rsidP="00DE5138">
      <w:pPr>
        <w:spacing w:line="276" w:lineRule="auto"/>
        <w:jc w:val="both"/>
        <w:rPr>
          <w:rFonts w:eastAsiaTheme="minorHAnsi"/>
        </w:rPr>
      </w:pPr>
    </w:p>
    <w:p w14:paraId="6A3B5A90" w14:textId="77777777" w:rsidR="00DE5138" w:rsidRPr="00861CE1" w:rsidRDefault="00DE5138" w:rsidP="00E35D34">
      <w:pPr>
        <w:jc w:val="both"/>
        <w:rPr>
          <w:rFonts w:eastAsiaTheme="minorHAnsi"/>
        </w:rPr>
      </w:pPr>
      <w:r w:rsidRPr="00861CE1">
        <w:rPr>
          <w:rFonts w:eastAsiaTheme="minorHAnsi"/>
        </w:rPr>
        <w:t>/allkirjastatud digitaalselt/</w:t>
      </w:r>
    </w:p>
    <w:p w14:paraId="020E264D" w14:textId="77777777" w:rsidR="00DE5138" w:rsidRPr="00861CE1" w:rsidRDefault="00DE5138" w:rsidP="00E35D34">
      <w:pPr>
        <w:jc w:val="both"/>
        <w:rPr>
          <w:rFonts w:eastAsiaTheme="minorHAnsi"/>
        </w:rPr>
      </w:pPr>
      <w:r w:rsidRPr="00861CE1">
        <w:rPr>
          <w:rFonts w:eastAsiaTheme="minorHAnsi"/>
        </w:rPr>
        <w:t>Veikko Luhalaid</w:t>
      </w:r>
    </w:p>
    <w:p w14:paraId="73DFFF3B" w14:textId="77777777" w:rsidR="00DE5138" w:rsidRPr="00861CE1" w:rsidRDefault="00DE5138" w:rsidP="00E35D34">
      <w:pPr>
        <w:jc w:val="both"/>
        <w:rPr>
          <w:rFonts w:eastAsiaTheme="minorHAnsi"/>
        </w:rPr>
      </w:pPr>
      <w:r w:rsidRPr="00861CE1">
        <w:rPr>
          <w:rFonts w:eastAsiaTheme="minorHAnsi"/>
        </w:rPr>
        <w:t>tegevdirektor</w:t>
      </w:r>
    </w:p>
    <w:p w14:paraId="734F8187" w14:textId="77777777" w:rsidR="00DE5138" w:rsidRPr="00861CE1" w:rsidRDefault="00DE5138" w:rsidP="00E35D34">
      <w:pPr>
        <w:jc w:val="both"/>
        <w:rPr>
          <w:rFonts w:eastAsiaTheme="minorHAnsi"/>
        </w:rPr>
      </w:pPr>
      <w:r w:rsidRPr="00861CE1">
        <w:rPr>
          <w:rFonts w:eastAsiaTheme="minorHAnsi"/>
        </w:rPr>
        <w:t>Eesti Linnade ja Valdade Liit</w:t>
      </w:r>
    </w:p>
    <w:p w14:paraId="4C291BFE" w14:textId="77777777" w:rsidR="00DE5138" w:rsidRDefault="00DE5138" w:rsidP="00DE5138">
      <w:pPr>
        <w:spacing w:line="276" w:lineRule="auto"/>
        <w:jc w:val="both"/>
      </w:pPr>
    </w:p>
    <w:p w14:paraId="54C3A7BE" w14:textId="77777777" w:rsidR="00DE5138" w:rsidRDefault="00DE5138" w:rsidP="00DE5138">
      <w:pPr>
        <w:spacing w:line="276" w:lineRule="auto"/>
        <w:jc w:val="both"/>
      </w:pPr>
    </w:p>
    <w:p w14:paraId="31A1942C" w14:textId="77777777" w:rsidR="00DE5138" w:rsidRDefault="00DE5138" w:rsidP="00DE5138">
      <w:pPr>
        <w:spacing w:line="276" w:lineRule="auto"/>
        <w:jc w:val="both"/>
      </w:pPr>
    </w:p>
    <w:p w14:paraId="1C0ED14F" w14:textId="77777777" w:rsidR="00EB7374" w:rsidRDefault="00EB7374" w:rsidP="00DE5138">
      <w:pPr>
        <w:spacing w:line="276" w:lineRule="auto"/>
        <w:jc w:val="both"/>
      </w:pPr>
    </w:p>
    <w:p w14:paraId="0176A7D9" w14:textId="77777777" w:rsidR="00EB7374" w:rsidRDefault="00EB7374" w:rsidP="00DE5138">
      <w:pPr>
        <w:spacing w:line="276" w:lineRule="auto"/>
        <w:jc w:val="both"/>
      </w:pPr>
    </w:p>
    <w:p w14:paraId="1EBE20C5" w14:textId="77777777" w:rsidR="00DE5138" w:rsidRDefault="00DE5138" w:rsidP="00DE5138">
      <w:pPr>
        <w:spacing w:line="276" w:lineRule="auto"/>
        <w:jc w:val="both"/>
      </w:pPr>
      <w:r>
        <w:t>Koopia: Haridus- ja Teadusministeerium</w:t>
      </w:r>
    </w:p>
    <w:p w14:paraId="7EFBF5A9" w14:textId="77777777" w:rsidR="00DE5138" w:rsidRDefault="00DE5138" w:rsidP="00DE5138">
      <w:pPr>
        <w:spacing w:line="276" w:lineRule="auto"/>
        <w:jc w:val="both"/>
      </w:pPr>
      <w:r>
        <w:tab/>
        <w:t xml:space="preserve">  Rahandusministeerium</w:t>
      </w:r>
    </w:p>
    <w:p w14:paraId="230C5B44" w14:textId="77777777" w:rsidR="00DE5138" w:rsidRDefault="00DE5138" w:rsidP="00DE5138">
      <w:pPr>
        <w:spacing w:line="276" w:lineRule="auto"/>
        <w:jc w:val="both"/>
      </w:pPr>
      <w:r>
        <w:tab/>
        <w:t xml:space="preserve">  Regionaal- ja Põllumajandusministeerium</w:t>
      </w:r>
    </w:p>
    <w:p w14:paraId="2C1617BF" w14:textId="77777777" w:rsidR="00DE5138" w:rsidRDefault="00DE5138" w:rsidP="00DE5138">
      <w:pPr>
        <w:spacing w:line="276" w:lineRule="auto"/>
        <w:jc w:val="both"/>
      </w:pPr>
      <w:r>
        <w:tab/>
        <w:t xml:space="preserve">  Riigikontroll</w:t>
      </w:r>
    </w:p>
    <w:p w14:paraId="6699BE45" w14:textId="56353A70" w:rsidR="00DE5138" w:rsidRDefault="00DE5138" w:rsidP="00DE5138">
      <w:pPr>
        <w:spacing w:line="276" w:lineRule="auto"/>
        <w:jc w:val="both"/>
      </w:pPr>
      <w:r>
        <w:tab/>
        <w:t xml:space="preserve">  </w:t>
      </w:r>
      <w:r w:rsidR="004E3D82">
        <w:t>Riigikogu rahanduskomisjon</w:t>
      </w:r>
    </w:p>
    <w:p w14:paraId="57244BB8" w14:textId="00C6AFDD" w:rsidR="0049496E" w:rsidRPr="00DE5138" w:rsidRDefault="004E3D82" w:rsidP="00FF53DB">
      <w:pPr>
        <w:spacing w:line="276" w:lineRule="auto"/>
        <w:jc w:val="both"/>
      </w:pPr>
      <w:r>
        <w:tab/>
        <w:t xml:space="preserve">  </w:t>
      </w:r>
      <w:r w:rsidR="00FF53DB">
        <w:t>Vabariigi Valitsus</w:t>
      </w:r>
    </w:p>
    <w:sectPr w:rsidR="0049496E" w:rsidRPr="00DE5138" w:rsidSect="004A6C19">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C391F2" w14:textId="77777777" w:rsidR="004A6C19" w:rsidRDefault="004A6C19" w:rsidP="00CC6F01">
      <w:r>
        <w:separator/>
      </w:r>
    </w:p>
  </w:endnote>
  <w:endnote w:type="continuationSeparator" w:id="0">
    <w:p w14:paraId="44954101" w14:textId="77777777" w:rsidR="004A6C19" w:rsidRDefault="004A6C19" w:rsidP="00CC6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543CA0" w14:textId="77777777" w:rsidR="00255A8F" w:rsidRDefault="00255A8F">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46166" w14:textId="77777777" w:rsidR="00255A8F" w:rsidRDefault="00255A8F">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89755" w14:textId="77777777" w:rsidR="00CC6F01" w:rsidRDefault="00CC6F01" w:rsidP="00CC6F01">
    <w:pPr>
      <w:pStyle w:val="Jalus"/>
      <w:rPr>
        <w:rFonts w:ascii="Calibri" w:hAnsi="Calibri" w:cs="Calibri"/>
        <w:color w:val="3B9CCD"/>
        <w:sz w:val="18"/>
        <w:szCs w:val="18"/>
      </w:rPr>
    </w:pPr>
    <w:r>
      <w:rPr>
        <w:rFonts w:ascii="Calibri" w:hAnsi="Calibri" w:cs="Calibri"/>
        <w:color w:val="3B9CCD"/>
        <w:sz w:val="18"/>
        <w:szCs w:val="18"/>
      </w:rPr>
      <w:t>_____________________________________________________________________________________________________</w:t>
    </w:r>
  </w:p>
  <w:p w14:paraId="2FB26668" w14:textId="77777777" w:rsidR="00CC6F01" w:rsidRPr="00B35229" w:rsidRDefault="00A851FB" w:rsidP="00CC6F01">
    <w:pPr>
      <w:pStyle w:val="Jalus"/>
      <w:rPr>
        <w:rFonts w:ascii="Calibri" w:hAnsi="Calibri" w:cs="Calibri"/>
        <w:color w:val="3B9CCD"/>
        <w:sz w:val="18"/>
        <w:szCs w:val="18"/>
      </w:rPr>
    </w:pPr>
    <w:r>
      <w:rPr>
        <w:rFonts w:ascii="Calibri" w:hAnsi="Calibri" w:cs="Calibri"/>
        <w:color w:val="3B9CCD"/>
        <w:sz w:val="18"/>
        <w:szCs w:val="18"/>
      </w:rPr>
      <w:t>Lõkke 4</w:t>
    </w:r>
    <w:r w:rsidR="004B4032">
      <w:rPr>
        <w:rFonts w:ascii="Calibri" w:hAnsi="Calibri" w:cs="Calibri"/>
        <w:color w:val="3B9CCD"/>
        <w:sz w:val="18"/>
        <w:szCs w:val="18"/>
      </w:rPr>
      <w:tab/>
      <w:t xml:space="preserve"> </w:t>
    </w:r>
    <w:r w:rsidR="003F07CD">
      <w:rPr>
        <w:rFonts w:ascii="Calibri" w:hAnsi="Calibri" w:cs="Calibri"/>
        <w:color w:val="3B9CCD"/>
        <w:sz w:val="18"/>
        <w:szCs w:val="18"/>
      </w:rPr>
      <w:t xml:space="preserve">           </w:t>
    </w:r>
    <w:r w:rsidR="004B4032">
      <w:rPr>
        <w:rFonts w:ascii="Calibri" w:hAnsi="Calibri" w:cs="Calibri"/>
        <w:color w:val="3B9CCD"/>
        <w:sz w:val="18"/>
        <w:szCs w:val="18"/>
      </w:rPr>
      <w:t xml:space="preserve">                                               </w:t>
    </w:r>
    <w:r>
      <w:rPr>
        <w:rFonts w:ascii="Calibri" w:hAnsi="Calibri" w:cs="Calibri"/>
        <w:color w:val="3B9CCD"/>
        <w:sz w:val="18"/>
        <w:szCs w:val="18"/>
      </w:rPr>
      <w:t xml:space="preserve">                 </w:t>
    </w:r>
    <w:r w:rsidR="00CC6F01" w:rsidRPr="00B35229">
      <w:rPr>
        <w:rFonts w:ascii="Calibri" w:hAnsi="Calibri" w:cs="Calibri"/>
        <w:color w:val="3B9CCD"/>
        <w:sz w:val="18"/>
        <w:szCs w:val="18"/>
      </w:rPr>
      <w:t xml:space="preserve">Reg.nr 80185947                                </w:t>
    </w:r>
    <w:r w:rsidR="00CC6F01" w:rsidRPr="00B35229">
      <w:rPr>
        <w:rFonts w:ascii="Calibri" w:hAnsi="Calibri" w:cs="Calibri"/>
        <w:color w:val="3B9CCD"/>
        <w:sz w:val="18"/>
        <w:szCs w:val="18"/>
        <w14:textFill>
          <w14:solidFill>
            <w14:srgbClr w14:val="3B9CCD">
              <w14:lumMod w14:val="75000"/>
            </w14:srgbClr>
          </w14:solidFill>
        </w14:textFill>
      </w:rPr>
      <w:t xml:space="preserve"> </w:t>
    </w:r>
    <w:r w:rsidR="00CC6F01" w:rsidRPr="00B35229">
      <w:rPr>
        <w:rFonts w:ascii="Calibri" w:hAnsi="Calibri" w:cs="Calibri"/>
        <w:color w:val="3B9CCD"/>
        <w:sz w:val="18"/>
        <w:szCs w:val="18"/>
      </w:rPr>
      <w:t xml:space="preserve">                 </w:t>
    </w:r>
    <w:r w:rsidR="00CC6F01" w:rsidRPr="00B35229">
      <w:rPr>
        <w:rFonts w:ascii="Calibri" w:hAnsi="Calibri" w:cs="Calibri"/>
        <w:color w:val="3B9CCD"/>
        <w:sz w:val="18"/>
        <w:szCs w:val="18"/>
        <w14:textFill>
          <w14:solidFill>
            <w14:srgbClr w14:val="3B9CCD">
              <w14:lumMod w14:val="75000"/>
            </w14:srgbClr>
          </w14:solidFill>
        </w14:textFill>
      </w:rPr>
      <w:t xml:space="preserve">     </w:t>
    </w:r>
    <w:r w:rsidR="003E6A0F">
      <w:rPr>
        <w:rFonts w:ascii="Calibri" w:hAnsi="Calibri" w:cs="Calibri"/>
        <w:color w:val="3B9CCD"/>
        <w:sz w:val="18"/>
        <w:szCs w:val="18"/>
      </w:rPr>
      <w:t xml:space="preserve">              </w:t>
    </w:r>
    <w:r w:rsidR="002A3A29">
      <w:rPr>
        <w:rFonts w:ascii="Calibri" w:hAnsi="Calibri" w:cs="Calibri"/>
        <w:color w:val="3B9CCD"/>
        <w:sz w:val="18"/>
        <w:szCs w:val="18"/>
      </w:rPr>
      <w:t xml:space="preserve"> + 372 60 43 001</w:t>
    </w:r>
  </w:p>
  <w:p w14:paraId="6A0F650B" w14:textId="77777777" w:rsidR="00CC6F01" w:rsidRPr="00B35229" w:rsidRDefault="004B4032" w:rsidP="00CC6F01">
    <w:pPr>
      <w:pStyle w:val="Jalus"/>
      <w:rPr>
        <w:rFonts w:ascii="Calibri" w:hAnsi="Calibri" w:cs="Calibri"/>
        <w:color w:val="3B9CCD"/>
        <w:sz w:val="18"/>
        <w:szCs w:val="18"/>
      </w:rPr>
    </w:pPr>
    <w:r>
      <w:rPr>
        <w:rFonts w:ascii="Calibri" w:hAnsi="Calibri" w:cs="Calibri"/>
        <w:color w:val="3B9CCD"/>
        <w:sz w:val="18"/>
        <w:szCs w:val="18"/>
      </w:rPr>
      <w:t>101</w:t>
    </w:r>
    <w:r w:rsidR="00A851FB">
      <w:rPr>
        <w:rFonts w:ascii="Calibri" w:hAnsi="Calibri" w:cs="Calibri"/>
        <w:color w:val="3B9CCD"/>
        <w:sz w:val="18"/>
        <w:szCs w:val="18"/>
      </w:rPr>
      <w:t>22</w:t>
    </w:r>
    <w:r w:rsidR="00CC6F01" w:rsidRPr="00B35229">
      <w:rPr>
        <w:rFonts w:ascii="Calibri" w:hAnsi="Calibri" w:cs="Calibri"/>
        <w:color w:val="3B9CCD"/>
        <w:sz w:val="18"/>
        <w:szCs w:val="18"/>
      </w:rPr>
      <w:t xml:space="preserve"> Tallinn</w:t>
    </w:r>
    <w:r w:rsidR="00CC6F01" w:rsidRPr="00B35229">
      <w:rPr>
        <w:rFonts w:ascii="Calibri" w:hAnsi="Calibri" w:cs="Calibri"/>
        <w:color w:val="3B9CCD"/>
        <w:sz w:val="18"/>
        <w:szCs w:val="18"/>
      </w:rPr>
      <w:tab/>
      <w:t xml:space="preserve">                                                                     </w:t>
    </w:r>
    <w:r w:rsidR="00255A8F">
      <w:rPr>
        <w:rFonts w:ascii="Calibri" w:hAnsi="Calibri" w:cs="Calibri"/>
        <w:color w:val="3B9CCD"/>
        <w:sz w:val="18"/>
        <w:szCs w:val="18"/>
      </w:rPr>
      <w:t xml:space="preserve"> </w:t>
    </w:r>
    <w:hyperlink r:id="rId1" w:history="1">
      <w:r w:rsidR="00091744" w:rsidRPr="00240E96">
        <w:rPr>
          <w:rStyle w:val="Hperlink"/>
          <w:rFonts w:ascii="Calibri" w:hAnsi="Calibri" w:cs="Calibri"/>
          <w:sz w:val="18"/>
          <w:szCs w:val="18"/>
        </w:rPr>
        <w:t>www.elvl.ee</w:t>
      </w:r>
    </w:hyperlink>
    <w:r w:rsidR="00CC6F01" w:rsidRPr="00B35229">
      <w:rPr>
        <w:rFonts w:ascii="Calibri" w:hAnsi="Calibri" w:cs="Calibri"/>
        <w:color w:val="3B9CCD"/>
        <w:sz w:val="18"/>
        <w:szCs w:val="18"/>
      </w:rPr>
      <w:t xml:space="preserve">                                                            </w:t>
    </w:r>
    <w:r w:rsidR="003E6A0F">
      <w:rPr>
        <w:rFonts w:ascii="Calibri" w:hAnsi="Calibri" w:cs="Calibri"/>
        <w:color w:val="3B9CCD"/>
        <w:sz w:val="18"/>
        <w:szCs w:val="18"/>
      </w:rPr>
      <w:t xml:space="preserve">                 </w:t>
    </w:r>
    <w:r w:rsidR="00CC6F01" w:rsidRPr="00B35229">
      <w:rPr>
        <w:rFonts w:ascii="Calibri" w:hAnsi="Calibri" w:cs="Calibri"/>
        <w:color w:val="3B9CCD"/>
        <w:sz w:val="18"/>
        <w:szCs w:val="18"/>
      </w:rPr>
      <w:t xml:space="preserve"> info@el</w:t>
    </w:r>
    <w:r w:rsidR="00535A99">
      <w:rPr>
        <w:rFonts w:ascii="Calibri" w:hAnsi="Calibri" w:cs="Calibri"/>
        <w:color w:val="3B9CCD"/>
        <w:sz w:val="18"/>
        <w:szCs w:val="18"/>
      </w:rPr>
      <w:t>v</w:t>
    </w:r>
    <w:r w:rsidR="00CC6F01" w:rsidRPr="00B35229">
      <w:rPr>
        <w:rFonts w:ascii="Calibri" w:hAnsi="Calibri" w:cs="Calibri"/>
        <w:color w:val="3B9CCD"/>
        <w:sz w:val="18"/>
        <w:szCs w:val="18"/>
      </w:rPr>
      <w:t>l.ee</w:t>
    </w:r>
    <w:r w:rsidR="00CC6F01" w:rsidRPr="00B35229">
      <w:rPr>
        <w:rFonts w:ascii="Calibri" w:hAnsi="Calibri" w:cs="Calibri"/>
        <w:color w:val="3B9CCD"/>
        <w:sz w:val="18"/>
        <w:szCs w:val="18"/>
      </w:rPr>
      <w:tab/>
    </w:r>
  </w:p>
  <w:p w14:paraId="6BA438DA" w14:textId="77777777" w:rsidR="00CC6F01" w:rsidRPr="00CC6F01" w:rsidRDefault="002A3A29">
    <w:pPr>
      <w:pStyle w:val="Jalus"/>
      <w:rPr>
        <w:rFonts w:ascii="Calibri" w:hAnsi="Calibri" w:cs="Calibri"/>
        <w:color w:val="3B9CCD"/>
        <w:sz w:val="18"/>
        <w:szCs w:val="18"/>
      </w:rPr>
    </w:pPr>
    <w:r>
      <w:rPr>
        <w:rFonts w:ascii="Calibri" w:hAnsi="Calibri" w:cs="Calibri"/>
        <w:color w:val="3B9CCD"/>
        <w:sz w:val="18"/>
        <w:szCs w:val="18"/>
      </w:rPr>
      <w:t>Estonia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DEF0B6" w14:textId="77777777" w:rsidR="004A6C19" w:rsidRDefault="004A6C19" w:rsidP="00CC6F01">
      <w:r>
        <w:separator/>
      </w:r>
    </w:p>
  </w:footnote>
  <w:footnote w:type="continuationSeparator" w:id="0">
    <w:p w14:paraId="174E2805" w14:textId="77777777" w:rsidR="004A6C19" w:rsidRDefault="004A6C19" w:rsidP="00CC6F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10D504" w14:textId="77777777" w:rsidR="00255A8F" w:rsidRDefault="00255A8F">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8BD7B8" w14:textId="77777777" w:rsidR="00CC6F01" w:rsidRDefault="00CC6F01">
    <w:pPr>
      <w:pStyle w:val="Pis"/>
    </w:pPr>
  </w:p>
  <w:p w14:paraId="2BDF8CEE" w14:textId="77777777" w:rsidR="00CC6F01" w:rsidRDefault="00CC6F01">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7D0326" w14:textId="77777777" w:rsidR="00CC6F01" w:rsidRDefault="00CC6F01">
    <w:pPr>
      <w:pStyle w:val="Pis"/>
    </w:pPr>
    <w:r>
      <w:rPr>
        <w:noProof/>
        <w:lang w:eastAsia="et-EE"/>
      </w:rPr>
      <w:drawing>
        <wp:inline distT="0" distB="0" distL="0" distR="0" wp14:anchorId="5FD3C558" wp14:editId="5A46B5C8">
          <wp:extent cx="5760720" cy="786765"/>
          <wp:effectExtent l="0" t="0" r="0" b="0"/>
          <wp:docPr id="3"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LVL_blankett_est+eng.wmf"/>
                  <pic:cNvPicPr/>
                </pic:nvPicPr>
                <pic:blipFill>
                  <a:blip r:embed="rId1">
                    <a:extLst>
                      <a:ext uri="{28A0092B-C50C-407E-A947-70E740481C1C}">
                        <a14:useLocalDpi xmlns:a14="http://schemas.microsoft.com/office/drawing/2010/main" val="0"/>
                      </a:ext>
                    </a:extLst>
                  </a:blip>
                  <a:stretch>
                    <a:fillRect/>
                  </a:stretch>
                </pic:blipFill>
                <pic:spPr>
                  <a:xfrm>
                    <a:off x="0" y="0"/>
                    <a:ext cx="5760720" cy="7867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3C61F6"/>
    <w:multiLevelType w:val="hybridMultilevel"/>
    <w:tmpl w:val="2E7EF966"/>
    <w:lvl w:ilvl="0" w:tplc="7AFC89C6">
      <w:start w:val="1"/>
      <w:numFmt w:val="decimal"/>
      <w:lvlText w:val="%1."/>
      <w:lvlJc w:val="left"/>
      <w:pPr>
        <w:ind w:left="720" w:hanging="360"/>
      </w:pPr>
      <w:rPr>
        <w:color w:val="auto"/>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2F4516E0"/>
    <w:multiLevelType w:val="hybridMultilevel"/>
    <w:tmpl w:val="F262490E"/>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 w15:restartNumberingAfterBreak="0">
    <w:nsid w:val="4EF95C9F"/>
    <w:multiLevelType w:val="hybridMultilevel"/>
    <w:tmpl w:val="E2323C90"/>
    <w:lvl w:ilvl="0" w:tplc="F0EE5B5C">
      <w:start w:val="1"/>
      <w:numFmt w:val="decimal"/>
      <w:pStyle w:val="Loendilik"/>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num w:numId="1" w16cid:durableId="17312731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586673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518916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EC9"/>
    <w:rsid w:val="00000D62"/>
    <w:rsid w:val="00014158"/>
    <w:rsid w:val="0002267F"/>
    <w:rsid w:val="0003059F"/>
    <w:rsid w:val="00065364"/>
    <w:rsid w:val="00071B89"/>
    <w:rsid w:val="00082264"/>
    <w:rsid w:val="000900F3"/>
    <w:rsid w:val="00091744"/>
    <w:rsid w:val="000A6242"/>
    <w:rsid w:val="000D0BA3"/>
    <w:rsid w:val="000E77BA"/>
    <w:rsid w:val="00102702"/>
    <w:rsid w:val="0011051D"/>
    <w:rsid w:val="00134855"/>
    <w:rsid w:val="001548E3"/>
    <w:rsid w:val="00156F72"/>
    <w:rsid w:val="00163599"/>
    <w:rsid w:val="0017046D"/>
    <w:rsid w:val="00170D0B"/>
    <w:rsid w:val="0018403B"/>
    <w:rsid w:val="001A5158"/>
    <w:rsid w:val="001A7B58"/>
    <w:rsid w:val="001E2FB0"/>
    <w:rsid w:val="001E615D"/>
    <w:rsid w:val="001E7D0B"/>
    <w:rsid w:val="001F0CF8"/>
    <w:rsid w:val="001F3842"/>
    <w:rsid w:val="001F3AB2"/>
    <w:rsid w:val="0025332E"/>
    <w:rsid w:val="002538A3"/>
    <w:rsid w:val="0025396C"/>
    <w:rsid w:val="00255A8F"/>
    <w:rsid w:val="002873FE"/>
    <w:rsid w:val="002A3A29"/>
    <w:rsid w:val="002B7CF2"/>
    <w:rsid w:val="002C3662"/>
    <w:rsid w:val="002C3AD7"/>
    <w:rsid w:val="002E3BED"/>
    <w:rsid w:val="002E50B2"/>
    <w:rsid w:val="002F40CC"/>
    <w:rsid w:val="003019DC"/>
    <w:rsid w:val="003266B3"/>
    <w:rsid w:val="0036575C"/>
    <w:rsid w:val="003747EA"/>
    <w:rsid w:val="00377B7D"/>
    <w:rsid w:val="0038004F"/>
    <w:rsid w:val="003E281E"/>
    <w:rsid w:val="003E56A2"/>
    <w:rsid w:val="003E6A0F"/>
    <w:rsid w:val="003F07CD"/>
    <w:rsid w:val="004015E6"/>
    <w:rsid w:val="004039A4"/>
    <w:rsid w:val="004047B8"/>
    <w:rsid w:val="004153BD"/>
    <w:rsid w:val="00420943"/>
    <w:rsid w:val="004224B4"/>
    <w:rsid w:val="004333CF"/>
    <w:rsid w:val="00446BC3"/>
    <w:rsid w:val="00455F5C"/>
    <w:rsid w:val="00474777"/>
    <w:rsid w:val="00476764"/>
    <w:rsid w:val="0049496E"/>
    <w:rsid w:val="004970EB"/>
    <w:rsid w:val="004A6C19"/>
    <w:rsid w:val="004A7404"/>
    <w:rsid w:val="004B4032"/>
    <w:rsid w:val="004C3AB2"/>
    <w:rsid w:val="004C4061"/>
    <w:rsid w:val="004D6512"/>
    <w:rsid w:val="004E263B"/>
    <w:rsid w:val="004E3D82"/>
    <w:rsid w:val="004F29F0"/>
    <w:rsid w:val="0051520B"/>
    <w:rsid w:val="00523251"/>
    <w:rsid w:val="00535A99"/>
    <w:rsid w:val="00557895"/>
    <w:rsid w:val="005649A3"/>
    <w:rsid w:val="00583F05"/>
    <w:rsid w:val="0058408C"/>
    <w:rsid w:val="00590CCA"/>
    <w:rsid w:val="005A1E5C"/>
    <w:rsid w:val="005B51B7"/>
    <w:rsid w:val="005C4EC9"/>
    <w:rsid w:val="005D0E41"/>
    <w:rsid w:val="005E12A2"/>
    <w:rsid w:val="005E3E39"/>
    <w:rsid w:val="00621A00"/>
    <w:rsid w:val="00640DED"/>
    <w:rsid w:val="00643FEF"/>
    <w:rsid w:val="0066494B"/>
    <w:rsid w:val="00665ED7"/>
    <w:rsid w:val="006F6B8B"/>
    <w:rsid w:val="00700DA1"/>
    <w:rsid w:val="00707695"/>
    <w:rsid w:val="00714306"/>
    <w:rsid w:val="007363DA"/>
    <w:rsid w:val="00773943"/>
    <w:rsid w:val="007760FD"/>
    <w:rsid w:val="00784D5A"/>
    <w:rsid w:val="007A5943"/>
    <w:rsid w:val="007B52FA"/>
    <w:rsid w:val="007C102E"/>
    <w:rsid w:val="007E52C0"/>
    <w:rsid w:val="007F1DC6"/>
    <w:rsid w:val="007F4F8F"/>
    <w:rsid w:val="00803D9B"/>
    <w:rsid w:val="0081042B"/>
    <w:rsid w:val="00813ECE"/>
    <w:rsid w:val="00814436"/>
    <w:rsid w:val="008478FD"/>
    <w:rsid w:val="00855807"/>
    <w:rsid w:val="00861CE1"/>
    <w:rsid w:val="008A4BA7"/>
    <w:rsid w:val="008B1DFF"/>
    <w:rsid w:val="008D224B"/>
    <w:rsid w:val="008E0D79"/>
    <w:rsid w:val="008E1202"/>
    <w:rsid w:val="0090036E"/>
    <w:rsid w:val="00902E5C"/>
    <w:rsid w:val="009461A2"/>
    <w:rsid w:val="009563A4"/>
    <w:rsid w:val="009651F9"/>
    <w:rsid w:val="009707FC"/>
    <w:rsid w:val="009932E0"/>
    <w:rsid w:val="009A4CD6"/>
    <w:rsid w:val="009C24B1"/>
    <w:rsid w:val="009C4F08"/>
    <w:rsid w:val="009D64EB"/>
    <w:rsid w:val="009F6008"/>
    <w:rsid w:val="00A06BB4"/>
    <w:rsid w:val="00A26E37"/>
    <w:rsid w:val="00A31621"/>
    <w:rsid w:val="00A37C52"/>
    <w:rsid w:val="00A654BF"/>
    <w:rsid w:val="00A77531"/>
    <w:rsid w:val="00A851FB"/>
    <w:rsid w:val="00A9631F"/>
    <w:rsid w:val="00AC23B2"/>
    <w:rsid w:val="00AF45EA"/>
    <w:rsid w:val="00AF67A6"/>
    <w:rsid w:val="00B0225B"/>
    <w:rsid w:val="00B02321"/>
    <w:rsid w:val="00B23321"/>
    <w:rsid w:val="00B25E31"/>
    <w:rsid w:val="00B337F7"/>
    <w:rsid w:val="00B3704A"/>
    <w:rsid w:val="00B44B39"/>
    <w:rsid w:val="00B47F0E"/>
    <w:rsid w:val="00B55BD4"/>
    <w:rsid w:val="00B61D06"/>
    <w:rsid w:val="00B65E42"/>
    <w:rsid w:val="00BA0B86"/>
    <w:rsid w:val="00BA1BBD"/>
    <w:rsid w:val="00BB4162"/>
    <w:rsid w:val="00BC1A2E"/>
    <w:rsid w:val="00BC5426"/>
    <w:rsid w:val="00BD2C49"/>
    <w:rsid w:val="00BE0EDB"/>
    <w:rsid w:val="00BF55A1"/>
    <w:rsid w:val="00BF72D1"/>
    <w:rsid w:val="00C05E14"/>
    <w:rsid w:val="00C168D4"/>
    <w:rsid w:val="00C175F0"/>
    <w:rsid w:val="00C511A4"/>
    <w:rsid w:val="00C56B8A"/>
    <w:rsid w:val="00C715A7"/>
    <w:rsid w:val="00C8109F"/>
    <w:rsid w:val="00C863E0"/>
    <w:rsid w:val="00CB5190"/>
    <w:rsid w:val="00CB51FD"/>
    <w:rsid w:val="00CC49DA"/>
    <w:rsid w:val="00CC6F01"/>
    <w:rsid w:val="00D02915"/>
    <w:rsid w:val="00D5160A"/>
    <w:rsid w:val="00D55A26"/>
    <w:rsid w:val="00DC5763"/>
    <w:rsid w:val="00DC672F"/>
    <w:rsid w:val="00DD192E"/>
    <w:rsid w:val="00DE5138"/>
    <w:rsid w:val="00E1071F"/>
    <w:rsid w:val="00E14E9C"/>
    <w:rsid w:val="00E15463"/>
    <w:rsid w:val="00E3527E"/>
    <w:rsid w:val="00E35D34"/>
    <w:rsid w:val="00E37249"/>
    <w:rsid w:val="00E52B92"/>
    <w:rsid w:val="00E76386"/>
    <w:rsid w:val="00EB7374"/>
    <w:rsid w:val="00EC1A29"/>
    <w:rsid w:val="00ED2199"/>
    <w:rsid w:val="00EF0482"/>
    <w:rsid w:val="00F03472"/>
    <w:rsid w:val="00F0601C"/>
    <w:rsid w:val="00F325EA"/>
    <w:rsid w:val="00F462A5"/>
    <w:rsid w:val="00F549C0"/>
    <w:rsid w:val="00F61590"/>
    <w:rsid w:val="00F75EA5"/>
    <w:rsid w:val="00F80C38"/>
    <w:rsid w:val="00FA2B3F"/>
    <w:rsid w:val="00FA4781"/>
    <w:rsid w:val="00FD2663"/>
    <w:rsid w:val="00FE436B"/>
    <w:rsid w:val="00FF45FE"/>
    <w:rsid w:val="00FF53D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04D509"/>
  <w15:docId w15:val="{649B6B1D-B737-4505-9596-6B39B3CC4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C4EC9"/>
    <w:pPr>
      <w:spacing w:after="0" w:line="240" w:lineRule="auto"/>
    </w:pPr>
    <w:rPr>
      <w:rFonts w:ascii="Times New Roman" w:eastAsia="Calibri" w:hAnsi="Times New Roman" w:cs="Times New Roman"/>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CC6F01"/>
    <w:pPr>
      <w:tabs>
        <w:tab w:val="center" w:pos="4536"/>
        <w:tab w:val="right" w:pos="9072"/>
      </w:tabs>
    </w:pPr>
  </w:style>
  <w:style w:type="character" w:customStyle="1" w:styleId="PisMrk">
    <w:name w:val="Päis Märk"/>
    <w:basedOn w:val="Liguvaikefont"/>
    <w:link w:val="Pis"/>
    <w:uiPriority w:val="99"/>
    <w:rsid w:val="00CC6F01"/>
  </w:style>
  <w:style w:type="paragraph" w:styleId="Jalus">
    <w:name w:val="footer"/>
    <w:basedOn w:val="Normaallaad"/>
    <w:link w:val="JalusMrk"/>
    <w:uiPriority w:val="99"/>
    <w:unhideWhenUsed/>
    <w:rsid w:val="00CC6F01"/>
    <w:pPr>
      <w:tabs>
        <w:tab w:val="center" w:pos="4536"/>
        <w:tab w:val="right" w:pos="9072"/>
      </w:tabs>
    </w:pPr>
  </w:style>
  <w:style w:type="character" w:customStyle="1" w:styleId="JalusMrk">
    <w:name w:val="Jalus Märk"/>
    <w:basedOn w:val="Liguvaikefont"/>
    <w:link w:val="Jalus"/>
    <w:uiPriority w:val="99"/>
    <w:rsid w:val="00CC6F01"/>
  </w:style>
  <w:style w:type="character" w:styleId="Hperlink">
    <w:name w:val="Hyperlink"/>
    <w:basedOn w:val="Liguvaikefont"/>
    <w:uiPriority w:val="99"/>
    <w:unhideWhenUsed/>
    <w:rsid w:val="00CC6F01"/>
    <w:rPr>
      <w:color w:val="0563C1" w:themeColor="hyperlink"/>
      <w:u w:val="single"/>
    </w:rPr>
  </w:style>
  <w:style w:type="paragraph" w:styleId="Jutumullitekst">
    <w:name w:val="Balloon Text"/>
    <w:basedOn w:val="Normaallaad"/>
    <w:link w:val="JutumullitekstMrk"/>
    <w:uiPriority w:val="99"/>
    <w:semiHidden/>
    <w:unhideWhenUsed/>
    <w:rsid w:val="00535A99"/>
    <w:rPr>
      <w:rFonts w:ascii="Tahoma" w:hAnsi="Tahoma" w:cs="Tahoma"/>
      <w:sz w:val="16"/>
      <w:szCs w:val="16"/>
    </w:rPr>
  </w:style>
  <w:style w:type="character" w:customStyle="1" w:styleId="JutumullitekstMrk">
    <w:name w:val="Jutumullitekst Märk"/>
    <w:basedOn w:val="Liguvaikefont"/>
    <w:link w:val="Jutumullitekst"/>
    <w:uiPriority w:val="99"/>
    <w:semiHidden/>
    <w:rsid w:val="00535A99"/>
    <w:rPr>
      <w:rFonts w:ascii="Tahoma" w:hAnsi="Tahoma" w:cs="Tahoma"/>
      <w:sz w:val="16"/>
      <w:szCs w:val="16"/>
    </w:rPr>
  </w:style>
  <w:style w:type="character" w:customStyle="1" w:styleId="VahedetaMrk">
    <w:name w:val="Vahedeta Märk"/>
    <w:link w:val="Vahedeta"/>
    <w:uiPriority w:val="1"/>
    <w:locked/>
    <w:rsid w:val="005C4EC9"/>
    <w:rPr>
      <w:rFonts w:ascii="Calibri" w:eastAsia="Calibri" w:hAnsi="Calibri" w:cs="Times New Roman"/>
    </w:rPr>
  </w:style>
  <w:style w:type="paragraph" w:styleId="Vahedeta">
    <w:name w:val="No Spacing"/>
    <w:link w:val="VahedetaMrk"/>
    <w:uiPriority w:val="1"/>
    <w:qFormat/>
    <w:rsid w:val="005C4EC9"/>
    <w:pPr>
      <w:spacing w:after="0" w:line="240" w:lineRule="auto"/>
    </w:pPr>
    <w:rPr>
      <w:rFonts w:ascii="Calibri" w:eastAsia="Calibri" w:hAnsi="Calibri" w:cs="Times New Roman"/>
    </w:rPr>
  </w:style>
  <w:style w:type="paragraph" w:styleId="Loendilik">
    <w:name w:val="List Paragraph"/>
    <w:basedOn w:val="Normaallaad"/>
    <w:uiPriority w:val="34"/>
    <w:qFormat/>
    <w:rsid w:val="005C4EC9"/>
    <w:pPr>
      <w:numPr>
        <w:numId w:val="1"/>
      </w:numPr>
      <w:spacing w:after="180" w:line="300" w:lineRule="auto"/>
      <w:contextualSpacing/>
    </w:pPr>
    <w:rPr>
      <w:rFonts w:ascii="Arial" w:eastAsia="Times New Roman" w:hAnsi="Arial"/>
      <w:sz w:val="22"/>
    </w:rPr>
  </w:style>
  <w:style w:type="paragraph" w:customStyle="1" w:styleId="Default">
    <w:name w:val="Default"/>
    <w:rsid w:val="005C4EC9"/>
    <w:pPr>
      <w:autoSpaceDE w:val="0"/>
      <w:autoSpaceDN w:val="0"/>
      <w:adjustRightInd w:val="0"/>
      <w:spacing w:after="0" w:line="240" w:lineRule="auto"/>
    </w:pPr>
    <w:rPr>
      <w:rFonts w:ascii="Times New Roman" w:hAnsi="Times New Roman" w:cs="Times New Roman"/>
      <w:color w:val="000000"/>
      <w:sz w:val="24"/>
      <w:szCs w:val="24"/>
    </w:rPr>
  </w:style>
  <w:style w:type="character" w:styleId="Kommentaariviide">
    <w:name w:val="annotation reference"/>
    <w:basedOn w:val="Liguvaikefont"/>
    <w:uiPriority w:val="99"/>
    <w:semiHidden/>
    <w:unhideWhenUsed/>
    <w:rsid w:val="00AF45EA"/>
    <w:rPr>
      <w:sz w:val="16"/>
      <w:szCs w:val="16"/>
    </w:rPr>
  </w:style>
  <w:style w:type="paragraph" w:styleId="Kommentaaritekst">
    <w:name w:val="annotation text"/>
    <w:basedOn w:val="Normaallaad"/>
    <w:link w:val="KommentaaritekstMrk"/>
    <w:uiPriority w:val="99"/>
    <w:unhideWhenUsed/>
    <w:rsid w:val="00AF45EA"/>
    <w:rPr>
      <w:sz w:val="20"/>
      <w:szCs w:val="20"/>
    </w:rPr>
  </w:style>
  <w:style w:type="character" w:customStyle="1" w:styleId="KommentaaritekstMrk">
    <w:name w:val="Kommentaari tekst Märk"/>
    <w:basedOn w:val="Liguvaikefont"/>
    <w:link w:val="Kommentaaritekst"/>
    <w:uiPriority w:val="99"/>
    <w:rsid w:val="00AF45EA"/>
    <w:rPr>
      <w:rFonts w:ascii="Times New Roman" w:eastAsia="Calibri"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AF45EA"/>
    <w:rPr>
      <w:b/>
      <w:bCs/>
    </w:rPr>
  </w:style>
  <w:style w:type="character" w:customStyle="1" w:styleId="KommentaariteemaMrk">
    <w:name w:val="Kommentaari teema Märk"/>
    <w:basedOn w:val="KommentaaritekstMrk"/>
    <w:link w:val="Kommentaariteema"/>
    <w:uiPriority w:val="99"/>
    <w:semiHidden/>
    <w:rsid w:val="00AF45EA"/>
    <w:rPr>
      <w:rFonts w:ascii="Times New Roman" w:eastAsia="Calibri" w:hAnsi="Times New Roman" w:cs="Times New Roman"/>
      <w:b/>
      <w:bCs/>
      <w:sz w:val="20"/>
      <w:szCs w:val="20"/>
    </w:rPr>
  </w:style>
  <w:style w:type="paragraph" w:styleId="Normaallaadveeb">
    <w:name w:val="Normal (Web)"/>
    <w:basedOn w:val="Normaallaad"/>
    <w:uiPriority w:val="99"/>
    <w:semiHidden/>
    <w:unhideWhenUsed/>
    <w:rsid w:val="00B44B39"/>
    <w:pPr>
      <w:spacing w:before="100" w:beforeAutospacing="1" w:after="100" w:afterAutospacing="1"/>
    </w:pPr>
    <w:rPr>
      <w:rFonts w:ascii="Aptos" w:eastAsiaTheme="minorHAnsi" w:hAnsi="Aptos" w:cs="Aptos"/>
      <w:lang w:eastAsia="et-EE"/>
    </w:rPr>
  </w:style>
  <w:style w:type="character" w:styleId="Tugev">
    <w:name w:val="Strong"/>
    <w:basedOn w:val="Liguvaikefont"/>
    <w:uiPriority w:val="22"/>
    <w:qFormat/>
    <w:rsid w:val="00B44B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6991534">
      <w:bodyDiv w:val="1"/>
      <w:marLeft w:val="0"/>
      <w:marRight w:val="0"/>
      <w:marTop w:val="0"/>
      <w:marBottom w:val="0"/>
      <w:divBdr>
        <w:top w:val="none" w:sz="0" w:space="0" w:color="auto"/>
        <w:left w:val="none" w:sz="0" w:space="0" w:color="auto"/>
        <w:bottom w:val="none" w:sz="0" w:space="0" w:color="auto"/>
        <w:right w:val="none" w:sz="0" w:space="0" w:color="auto"/>
      </w:divBdr>
    </w:div>
    <w:div w:id="557086918">
      <w:bodyDiv w:val="1"/>
      <w:marLeft w:val="0"/>
      <w:marRight w:val="0"/>
      <w:marTop w:val="0"/>
      <w:marBottom w:val="0"/>
      <w:divBdr>
        <w:top w:val="none" w:sz="0" w:space="0" w:color="auto"/>
        <w:left w:val="none" w:sz="0" w:space="0" w:color="auto"/>
        <w:bottom w:val="none" w:sz="0" w:space="0" w:color="auto"/>
        <w:right w:val="none" w:sz="0" w:space="0" w:color="auto"/>
      </w:divBdr>
    </w:div>
    <w:div w:id="880870377">
      <w:bodyDiv w:val="1"/>
      <w:marLeft w:val="0"/>
      <w:marRight w:val="0"/>
      <w:marTop w:val="0"/>
      <w:marBottom w:val="0"/>
      <w:divBdr>
        <w:top w:val="none" w:sz="0" w:space="0" w:color="auto"/>
        <w:left w:val="none" w:sz="0" w:space="0" w:color="auto"/>
        <w:bottom w:val="none" w:sz="0" w:space="0" w:color="auto"/>
        <w:right w:val="none" w:sz="0" w:space="0" w:color="auto"/>
      </w:divBdr>
    </w:div>
    <w:div w:id="1349213417">
      <w:bodyDiv w:val="1"/>
      <w:marLeft w:val="0"/>
      <w:marRight w:val="0"/>
      <w:marTop w:val="0"/>
      <w:marBottom w:val="0"/>
      <w:divBdr>
        <w:top w:val="none" w:sz="0" w:space="0" w:color="auto"/>
        <w:left w:val="none" w:sz="0" w:space="0" w:color="auto"/>
        <w:bottom w:val="none" w:sz="0" w:space="0" w:color="auto"/>
        <w:right w:val="none" w:sz="0" w:space="0" w:color="auto"/>
      </w:divBdr>
    </w:div>
    <w:div w:id="1423911980">
      <w:bodyDiv w:val="1"/>
      <w:marLeft w:val="0"/>
      <w:marRight w:val="0"/>
      <w:marTop w:val="0"/>
      <w:marBottom w:val="0"/>
      <w:divBdr>
        <w:top w:val="none" w:sz="0" w:space="0" w:color="auto"/>
        <w:left w:val="none" w:sz="0" w:space="0" w:color="auto"/>
        <w:bottom w:val="none" w:sz="0" w:space="0" w:color="auto"/>
        <w:right w:val="none" w:sz="0" w:space="0" w:color="auto"/>
      </w:divBdr>
    </w:div>
    <w:div w:id="2067027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hyperlink" Target="http://www.elvl.e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gela.saksing\KOV%20IT\ELVL%20Avalik%20-%20Dokumendid\AVALIK\ELVL%20kirjaplank%20ja%20&#252;ldplank%20ning%20milleks%20neid%20kasutada\ELVL%20kirjaplank%20_%2020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2479CD319D7BE4699FE88EEFEEE7C57" ma:contentTypeVersion="19" ma:contentTypeDescription="Loo uus dokument" ma:contentTypeScope="" ma:versionID="04fc6977a6f22b3bf709b6201cc5167e">
  <xsd:schema xmlns:xsd="http://www.w3.org/2001/XMLSchema" xmlns:xs="http://www.w3.org/2001/XMLSchema" xmlns:p="http://schemas.microsoft.com/office/2006/metadata/properties" xmlns:ns2="0d81c65f-5842-43c9-a691-e445a40616d7" xmlns:ns3="51e387ab-2cf3-47c1-961d-d9fa51046f5a" targetNamespace="http://schemas.microsoft.com/office/2006/metadata/properties" ma:root="true" ma:fieldsID="c02d94989fb2733ea2d1ab1ff56f1960" ns2:_="" ns3:_="">
    <xsd:import namespace="0d81c65f-5842-43c9-a691-e445a40616d7"/>
    <xsd:import namespace="51e387ab-2cf3-47c1-961d-d9fa51046f5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MediaLengthInSeconds" minOccurs="0"/>
                <xsd:element ref="ns3:SharedWithUsers" minOccurs="0"/>
                <xsd:element ref="ns3:SharedWithDetails" minOccurs="0"/>
                <xsd:element ref="ns3:TaxCatchAll"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81c65f-5842-43c9-a691-e445a40616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Pildisildid" ma:readOnly="false" ma:fieldId="{5cf76f15-5ced-4ddc-b409-7134ff3c332f}" ma:taxonomyMulti="true" ma:sspId="2765f91d-7ede-454c-a68b-1b422a717c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e387ab-2cf3-47c1-961d-d9fa51046f5a" elementFormDefault="qualified">
    <xsd:import namespace="http://schemas.microsoft.com/office/2006/documentManagement/types"/>
    <xsd:import namespace="http://schemas.microsoft.com/office/infopath/2007/PartnerControls"/>
    <xsd:element name="SharedWithUsers" ma:index="19"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Ühiskasutusse andmise üksikasjad" ma:internalName="SharedWithDetails" ma:readOnly="true">
      <xsd:simpleType>
        <xsd:restriction base="dms:Note">
          <xsd:maxLength value="255"/>
        </xsd:restriction>
      </xsd:simpleType>
    </xsd:element>
    <xsd:element name="TaxCatchAll" ma:index="21" nillable="true" ma:displayName="Taxonomy Catch All Column" ma:hidden="true" ma:list="{8d4b029d-fafb-4083-b8c9-6fb998ff47d5}" ma:internalName="TaxCatchAll" ma:showField="CatchAllData" ma:web="51e387ab-2cf3-47c1-961d-d9fa51046f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d81c65f-5842-43c9-a691-e445a40616d7">
      <Terms xmlns="http://schemas.microsoft.com/office/infopath/2007/PartnerControls"/>
    </lcf76f155ced4ddcb4097134ff3c332f>
    <TaxCatchAll xmlns="51e387ab-2cf3-47c1-961d-d9fa51046f5a" xsi:nil="true"/>
  </documentManagement>
</p:properties>
</file>

<file path=customXml/itemProps1.xml><?xml version="1.0" encoding="utf-8"?>
<ds:datastoreItem xmlns:ds="http://schemas.openxmlformats.org/officeDocument/2006/customXml" ds:itemID="{D50FFC05-61D6-4327-800F-5D7F836930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81c65f-5842-43c9-a691-e445a40616d7"/>
    <ds:schemaRef ds:uri="51e387ab-2cf3-47c1-961d-d9fa51046f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4B9865-3371-46D8-A133-4836EA3F2975}">
  <ds:schemaRefs>
    <ds:schemaRef ds:uri="http://schemas.microsoft.com/sharepoint/v3/contenttype/forms"/>
  </ds:schemaRefs>
</ds:datastoreItem>
</file>

<file path=customXml/itemProps3.xml><?xml version="1.0" encoding="utf-8"?>
<ds:datastoreItem xmlns:ds="http://schemas.openxmlformats.org/officeDocument/2006/customXml" ds:itemID="{D98E2379-85F4-4CEA-A39B-21ABCB5D29AE}">
  <ds:schemaRefs>
    <ds:schemaRef ds:uri="http://schemas.microsoft.com/office/2006/metadata/properties"/>
    <ds:schemaRef ds:uri="http://schemas.microsoft.com/office/infopath/2007/PartnerControls"/>
    <ds:schemaRef ds:uri="0d81c65f-5842-43c9-a691-e445a40616d7"/>
    <ds:schemaRef ds:uri="51e387ab-2cf3-47c1-961d-d9fa51046f5a"/>
  </ds:schemaRefs>
</ds:datastoreItem>
</file>

<file path=docProps/app.xml><?xml version="1.0" encoding="utf-8"?>
<Properties xmlns="http://schemas.openxmlformats.org/officeDocument/2006/extended-properties" xmlns:vt="http://schemas.openxmlformats.org/officeDocument/2006/docPropsVTypes">
  <Template>ELVL kirjaplank _ 2023</Template>
  <TotalTime>45</TotalTime>
  <Pages>2</Pages>
  <Words>709</Words>
  <Characters>4115</Characters>
  <Application>Microsoft Office Word</Application>
  <DocSecurity>0</DocSecurity>
  <Lines>34</Lines>
  <Paragraphs>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Angela Saksing</dc:creator>
  <cp:lastModifiedBy>Inga Köster</cp:lastModifiedBy>
  <cp:revision>19</cp:revision>
  <cp:lastPrinted>2024-03-22T07:52:00Z</cp:lastPrinted>
  <dcterms:created xsi:type="dcterms:W3CDTF">2024-03-21T13:42:00Z</dcterms:created>
  <dcterms:modified xsi:type="dcterms:W3CDTF">2024-03-22T08:02:00Z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0x01010042479CD319D7BE4699FE88EEFEEE7C57</vt:lpwstr>
  </property>
  <property fmtid="{D5CDD505-2E9C-101B-9397-08002B2CF9AE}" pid="3" name="Order">
    <vt:r8>6200</vt:r8>
  </property>
</Properties>
</file>